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</w:t>
      </w:r>
      <w:r w:rsidR="00FC3635">
        <w:rPr>
          <w:rFonts w:asciiTheme="minorHAnsi" w:hAnsiTheme="minorHAnsi"/>
          <w:sz w:val="22"/>
          <w:szCs w:val="22"/>
        </w:rPr>
        <w:t>ech dokumentů a zaručí ochranu d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C3635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B2661D-DB93-4F2D-9DF8-6C25802A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50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2025-04-02T06:19:00Z</dcterms:modified>
</cp:coreProperties>
</file>